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D38" w:rsidRDefault="00FA4D38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A4D38" w:rsidRDefault="00FA4D38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A4D38" w:rsidRDefault="00FA4D38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FA4D38" w:rsidRDefault="00FA4D38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A4D38" w:rsidRDefault="00FA4D38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11.05.2022 №85</w:t>
      </w:r>
    </w:p>
    <w:p w:rsidR="00FA4D38" w:rsidRDefault="00FA4D38" w:rsidP="00BE5B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4D38" w:rsidRDefault="00FA4D38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A4D38" w:rsidRDefault="00FA4D38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FA4D38" w:rsidRDefault="00FA4D38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FA4D38" w:rsidRDefault="00FA4D38" w:rsidP="00BE5B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№286</w:t>
      </w:r>
    </w:p>
    <w:p w:rsidR="00FA4D38" w:rsidRPr="00B9521B" w:rsidRDefault="00FA4D38" w:rsidP="00B952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4D38" w:rsidRPr="00D737C3" w:rsidRDefault="00FA4D3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A4D38" w:rsidRDefault="00FA4D3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FA4D38" w:rsidRPr="00B9521B" w:rsidRDefault="00FA4D38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B9521B">
        <w:rPr>
          <w:b/>
          <w:bCs/>
        </w:rPr>
        <w:t xml:space="preserve"> </w:t>
      </w:r>
      <w:r w:rsidRPr="00B9521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 на 2022 год</w:t>
      </w:r>
    </w:p>
    <w:p w:rsidR="00FA4D38" w:rsidRDefault="00FA4D38" w:rsidP="00B9521B">
      <w:pPr>
        <w:jc w:val="center"/>
        <w:rPr>
          <w:b/>
          <w:bCs/>
        </w:rPr>
      </w:pPr>
    </w:p>
    <w:p w:rsidR="00FA4D38" w:rsidRPr="003500BD" w:rsidRDefault="00FA4D38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FA4D38" w:rsidRPr="006069E5">
        <w:tc>
          <w:tcPr>
            <w:tcW w:w="1162" w:type="dxa"/>
            <w:vMerge w:val="restart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FA4D38" w:rsidRPr="006069E5">
        <w:tc>
          <w:tcPr>
            <w:tcW w:w="1162" w:type="dxa"/>
            <w:vMerge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A4D38" w:rsidRPr="006069E5" w:rsidRDefault="00FA4D3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FA4D38" w:rsidRPr="006069E5" w:rsidRDefault="00FA4D3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FA4D38" w:rsidRPr="006069E5" w:rsidRDefault="00FA4D3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FA4D38" w:rsidRPr="006069E5" w:rsidRDefault="00FA4D3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FA4D38" w:rsidRPr="0064236D" w:rsidRDefault="00FA4D3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FA4D38" w:rsidRPr="006069E5">
        <w:trPr>
          <w:tblHeader/>
        </w:trPr>
        <w:tc>
          <w:tcPr>
            <w:tcW w:w="1151" w:type="dxa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FA4D38" w:rsidRPr="006069E5" w:rsidRDefault="00FA4D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FA4D38" w:rsidRPr="006069E5">
        <w:tc>
          <w:tcPr>
            <w:tcW w:w="1151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FA4D38" w:rsidRDefault="00FA4D38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B9521B">
              <w:rPr>
                <w:rFonts w:ascii="Times New Roman" w:hAnsi="Times New Roman" w:cs="Times New Roman"/>
              </w:rPr>
              <w:t>а «Совершенствование деятельности МБУ «ФОСК «Виктория» по предоставлению муниципальных услуг»</w:t>
            </w:r>
          </w:p>
          <w:p w:rsidR="00FA4D38" w:rsidRPr="00B9521B" w:rsidRDefault="00FA4D38" w:rsidP="00B952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D38" w:rsidRPr="006069E5">
        <w:tc>
          <w:tcPr>
            <w:tcW w:w="1151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A4D38" w:rsidRPr="006069E5" w:rsidRDefault="00FA4D38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FA4D38" w:rsidRPr="006069E5" w:rsidRDefault="00FA4D38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A4D38" w:rsidRDefault="00FA4D38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</w:t>
            </w:r>
          </w:p>
          <w:p w:rsidR="00FA4D38" w:rsidRPr="00B9521B" w:rsidRDefault="00FA4D38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  <w:p w:rsidR="00FA4D38" w:rsidRPr="00DD68EE" w:rsidRDefault="00FA4D38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992 1102 7110100330 611</w:t>
            </w:r>
          </w:p>
        </w:tc>
        <w:tc>
          <w:tcPr>
            <w:tcW w:w="1260" w:type="dxa"/>
          </w:tcPr>
          <w:p w:rsidR="00FA4D38" w:rsidRPr="006069E5" w:rsidRDefault="00FA4D38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1053,3</w:t>
            </w:r>
          </w:p>
        </w:tc>
        <w:tc>
          <w:tcPr>
            <w:tcW w:w="1080" w:type="dxa"/>
          </w:tcPr>
          <w:p w:rsidR="00FA4D38" w:rsidRPr="006069E5" w:rsidRDefault="00FA4D38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1321,4</w:t>
            </w:r>
          </w:p>
        </w:tc>
        <w:tc>
          <w:tcPr>
            <w:tcW w:w="1080" w:type="dxa"/>
          </w:tcPr>
          <w:p w:rsidR="00FA4D38" w:rsidRPr="006069E5" w:rsidRDefault="00FA4D38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1310,8</w:t>
            </w:r>
          </w:p>
        </w:tc>
        <w:tc>
          <w:tcPr>
            <w:tcW w:w="1134" w:type="dxa"/>
          </w:tcPr>
          <w:p w:rsidR="00FA4D38" w:rsidRPr="006069E5" w:rsidRDefault="00FA4D38" w:rsidP="005A36C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1801,8</w:t>
            </w:r>
          </w:p>
        </w:tc>
      </w:tr>
      <w:tr w:rsidR="00FA4D38" w:rsidRPr="006069E5">
        <w:tc>
          <w:tcPr>
            <w:tcW w:w="1151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A4D38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A4D38" w:rsidRPr="00580DF5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FA4D38" w:rsidRPr="007A5CB9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A4D38" w:rsidRPr="006069E5" w:rsidRDefault="00FA4D38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A4D38" w:rsidRPr="006069E5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A4D38" w:rsidRPr="0024685E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A4D38" w:rsidRPr="006069E5">
        <w:tc>
          <w:tcPr>
            <w:tcW w:w="1151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A4D38" w:rsidRPr="006069E5" w:rsidRDefault="00FA4D38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A4D38" w:rsidRPr="006069E5" w:rsidRDefault="00FA4D38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A4D38" w:rsidRPr="00B975E4" w:rsidRDefault="00FA4D38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A4D38" w:rsidRDefault="00FA4D38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D38" w:rsidRPr="00D87360">
        <w:tc>
          <w:tcPr>
            <w:tcW w:w="1151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FA4D38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7360">
              <w:rPr>
                <w:rFonts w:ascii="Times New Roman" w:hAnsi="Times New Roman" w:cs="Times New Roman"/>
              </w:rPr>
              <w:t>Подпрограмма «Развитие массового спорта в Старотитаровском сельском поселении Темрюкского района»</w:t>
            </w:r>
          </w:p>
          <w:p w:rsidR="00FA4D38" w:rsidRPr="00D87360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D38" w:rsidRPr="006069E5">
        <w:tc>
          <w:tcPr>
            <w:tcW w:w="1151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FA4D38" w:rsidRPr="006069E5" w:rsidRDefault="00FA4D38" w:rsidP="00BA2BC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A4D38" w:rsidRPr="00BA2BC5" w:rsidRDefault="00FA4D38" w:rsidP="00BA2BC5">
            <w:pPr>
              <w:ind w:firstLine="0"/>
              <w:rPr>
                <w:rFonts w:ascii="Times New Roman" w:hAnsi="Times New Roman" w:cs="Times New Roman"/>
              </w:rPr>
            </w:pPr>
            <w:r w:rsidRPr="00BA2BC5">
              <w:rPr>
                <w:rFonts w:ascii="Times New Roman" w:hAnsi="Times New Roman" w:cs="Times New Roman"/>
              </w:rPr>
              <w:t>проведение спортивно массовых мероприятий</w:t>
            </w:r>
          </w:p>
          <w:p w:rsidR="00FA4D38" w:rsidRPr="006069E5" w:rsidRDefault="00FA4D38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A4D38" w:rsidRPr="006069E5" w:rsidRDefault="00FA4D38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A4D38" w:rsidRPr="00B9521B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A4D38" w:rsidRPr="00DD68EE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A4D38" w:rsidRPr="006069E5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A4D38" w:rsidRPr="006069E5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992 1102 7120100380 611</w:t>
            </w:r>
          </w:p>
        </w:tc>
        <w:tc>
          <w:tcPr>
            <w:tcW w:w="1260" w:type="dxa"/>
          </w:tcPr>
          <w:p w:rsidR="00FA4D38" w:rsidRPr="006069E5" w:rsidRDefault="00FA4D38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080" w:type="dxa"/>
          </w:tcPr>
          <w:p w:rsidR="00FA4D38" w:rsidRPr="006069E5" w:rsidRDefault="00FA4D38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FA4D38" w:rsidRPr="006069E5" w:rsidRDefault="00FA4D38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FA4D38" w:rsidRPr="006069E5" w:rsidRDefault="00FA4D38" w:rsidP="00AA6D1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69,0</w:t>
            </w:r>
          </w:p>
        </w:tc>
      </w:tr>
      <w:tr w:rsidR="00FA4D38" w:rsidRPr="006069E5">
        <w:tc>
          <w:tcPr>
            <w:tcW w:w="1151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A4D38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A4D38" w:rsidRPr="00580DF5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FA4D38" w:rsidRPr="007A5CB9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A4D38" w:rsidRPr="006069E5" w:rsidRDefault="00FA4D38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A4D38" w:rsidRPr="006069E5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A4D38" w:rsidRPr="0024685E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FA4D38" w:rsidRPr="006069E5">
        <w:tc>
          <w:tcPr>
            <w:tcW w:w="1151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A4D38" w:rsidRPr="006069E5" w:rsidRDefault="00FA4D38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A4D38" w:rsidRPr="006069E5" w:rsidRDefault="00FA4D38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FA4D38" w:rsidRPr="00B975E4" w:rsidRDefault="00FA4D38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A4D38" w:rsidRDefault="00FA4D38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D38" w:rsidRPr="006069E5">
        <w:tc>
          <w:tcPr>
            <w:tcW w:w="1151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FA4D38" w:rsidRPr="00240A6A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40A6A">
              <w:rPr>
                <w:rFonts w:ascii="Times New Roman" w:hAnsi="Times New Roman" w:cs="Times New Roman"/>
              </w:rPr>
              <w:t xml:space="preserve">Подпрограмма «Создание условий для занятия физической культурой и спортом на территории Старотитаровского сельского поселения Темрюкского района»  </w:t>
            </w:r>
          </w:p>
        </w:tc>
      </w:tr>
      <w:tr w:rsidR="00FA4D38" w:rsidRPr="006069E5">
        <w:tc>
          <w:tcPr>
            <w:tcW w:w="1151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FA4D38" w:rsidRPr="006069E5" w:rsidRDefault="00FA4D38" w:rsidP="004D645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A4D38" w:rsidRPr="006069E5" w:rsidRDefault="00FA4D38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>разработка проектно-сметной документации для реконструкции Стадиона (зем. участок</w:t>
            </w:r>
          </w:p>
        </w:tc>
        <w:tc>
          <w:tcPr>
            <w:tcW w:w="941" w:type="dxa"/>
            <w:vAlign w:val="center"/>
          </w:tcPr>
          <w:p w:rsidR="00FA4D38" w:rsidRPr="006069E5" w:rsidRDefault="00FA4D38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A4D38" w:rsidRPr="00B9521B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521B">
              <w:rPr>
                <w:rFonts w:ascii="Times New Roman" w:hAnsi="Times New Roman" w:cs="Times New Roman"/>
              </w:rPr>
              <w:t>Директор муниципального бюджетного учреждения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A4D38" w:rsidRPr="00DD68EE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FA4D38" w:rsidRPr="006069E5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FA4D38" w:rsidRPr="006069E5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992 1102 7130100390 244</w:t>
            </w:r>
          </w:p>
        </w:tc>
        <w:tc>
          <w:tcPr>
            <w:tcW w:w="1260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4D38" w:rsidRPr="006069E5" w:rsidRDefault="00FA4D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</w:tr>
      <w:tr w:rsidR="00FA4D38" w:rsidRPr="006069E5">
        <w:tc>
          <w:tcPr>
            <w:tcW w:w="1151" w:type="dxa"/>
          </w:tcPr>
          <w:p w:rsidR="00FA4D38" w:rsidRPr="006069E5" w:rsidRDefault="00FA4D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FA4D38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A4D38" w:rsidRPr="00580DF5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FA4D38" w:rsidRPr="007A5CB9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FA4D38" w:rsidRPr="006069E5" w:rsidRDefault="00FA4D38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FA4D38" w:rsidRPr="006069E5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FA4D38" w:rsidRPr="0024685E" w:rsidRDefault="00FA4D38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</w:t>
            </w:r>
          </w:p>
        </w:tc>
        <w:tc>
          <w:tcPr>
            <w:tcW w:w="1800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FA4D38" w:rsidRPr="006069E5" w:rsidRDefault="00FA4D38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FA4D38" w:rsidRDefault="00FA4D3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4D38" w:rsidRDefault="00FA4D3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4D38" w:rsidRDefault="00FA4D3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4D38" w:rsidRDefault="00FA4D3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FA4D38" w:rsidRDefault="00FA4D3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FA4D38" w:rsidRPr="0064236D" w:rsidRDefault="00FA4D38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А.Ю. Лобыцина</w:t>
      </w:r>
    </w:p>
    <w:sectPr w:rsidR="00FA4D38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D38" w:rsidRDefault="00FA4D38" w:rsidP="007D6942">
      <w:r>
        <w:separator/>
      </w:r>
    </w:p>
  </w:endnote>
  <w:endnote w:type="continuationSeparator" w:id="0">
    <w:p w:rsidR="00FA4D38" w:rsidRDefault="00FA4D38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D38" w:rsidRDefault="00FA4D38" w:rsidP="007D6942">
      <w:r>
        <w:separator/>
      </w:r>
    </w:p>
  </w:footnote>
  <w:footnote w:type="continuationSeparator" w:id="0">
    <w:p w:rsidR="00FA4D38" w:rsidRDefault="00FA4D38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D38" w:rsidRDefault="00FA4D38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FA4D38" w:rsidRPr="00A80EF1" w:rsidRDefault="00FA4D38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51D95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15C64"/>
    <w:rsid w:val="00120544"/>
    <w:rsid w:val="00125796"/>
    <w:rsid w:val="00130125"/>
    <w:rsid w:val="00130F43"/>
    <w:rsid w:val="001471D0"/>
    <w:rsid w:val="0016341C"/>
    <w:rsid w:val="00164E78"/>
    <w:rsid w:val="001660B3"/>
    <w:rsid w:val="00172D66"/>
    <w:rsid w:val="00185F36"/>
    <w:rsid w:val="0018768F"/>
    <w:rsid w:val="001B48A4"/>
    <w:rsid w:val="001B7323"/>
    <w:rsid w:val="001D011F"/>
    <w:rsid w:val="001E7088"/>
    <w:rsid w:val="001F2603"/>
    <w:rsid w:val="00206D5E"/>
    <w:rsid w:val="00212251"/>
    <w:rsid w:val="002246DC"/>
    <w:rsid w:val="00240A6A"/>
    <w:rsid w:val="00240DF8"/>
    <w:rsid w:val="00241A34"/>
    <w:rsid w:val="00244277"/>
    <w:rsid w:val="0024685E"/>
    <w:rsid w:val="00250BFB"/>
    <w:rsid w:val="00282D4A"/>
    <w:rsid w:val="00285170"/>
    <w:rsid w:val="00287CA6"/>
    <w:rsid w:val="00287F42"/>
    <w:rsid w:val="00294148"/>
    <w:rsid w:val="0029793F"/>
    <w:rsid w:val="002A054F"/>
    <w:rsid w:val="002B2635"/>
    <w:rsid w:val="002C78C8"/>
    <w:rsid w:val="002D6869"/>
    <w:rsid w:val="002D6B95"/>
    <w:rsid w:val="00302555"/>
    <w:rsid w:val="00322B49"/>
    <w:rsid w:val="0032383C"/>
    <w:rsid w:val="00336F1A"/>
    <w:rsid w:val="0034154A"/>
    <w:rsid w:val="003432B5"/>
    <w:rsid w:val="003454FC"/>
    <w:rsid w:val="003500BD"/>
    <w:rsid w:val="00352444"/>
    <w:rsid w:val="00364D1A"/>
    <w:rsid w:val="003751AA"/>
    <w:rsid w:val="003771AA"/>
    <w:rsid w:val="003821EC"/>
    <w:rsid w:val="00385E56"/>
    <w:rsid w:val="00393B47"/>
    <w:rsid w:val="003A1A1D"/>
    <w:rsid w:val="003C7B36"/>
    <w:rsid w:val="003D106F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C466D"/>
    <w:rsid w:val="004D08C1"/>
    <w:rsid w:val="004D5D87"/>
    <w:rsid w:val="004D6453"/>
    <w:rsid w:val="004E0B9F"/>
    <w:rsid w:val="004E1784"/>
    <w:rsid w:val="004E41F2"/>
    <w:rsid w:val="004F53C4"/>
    <w:rsid w:val="00503F7E"/>
    <w:rsid w:val="005276F1"/>
    <w:rsid w:val="005366A2"/>
    <w:rsid w:val="0054691E"/>
    <w:rsid w:val="00546AAB"/>
    <w:rsid w:val="00555C25"/>
    <w:rsid w:val="00564935"/>
    <w:rsid w:val="00580DF5"/>
    <w:rsid w:val="00584CF8"/>
    <w:rsid w:val="005A36C7"/>
    <w:rsid w:val="005B0797"/>
    <w:rsid w:val="005D0125"/>
    <w:rsid w:val="005E372B"/>
    <w:rsid w:val="006069E5"/>
    <w:rsid w:val="00635D37"/>
    <w:rsid w:val="00641560"/>
    <w:rsid w:val="0064236D"/>
    <w:rsid w:val="0067380F"/>
    <w:rsid w:val="006811EE"/>
    <w:rsid w:val="00682270"/>
    <w:rsid w:val="00682450"/>
    <w:rsid w:val="006B1054"/>
    <w:rsid w:val="006D3EC1"/>
    <w:rsid w:val="006E065C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247D"/>
    <w:rsid w:val="0082162F"/>
    <w:rsid w:val="00833765"/>
    <w:rsid w:val="00851081"/>
    <w:rsid w:val="00856713"/>
    <w:rsid w:val="008618B0"/>
    <w:rsid w:val="00867F65"/>
    <w:rsid w:val="00874FC3"/>
    <w:rsid w:val="00875379"/>
    <w:rsid w:val="00876237"/>
    <w:rsid w:val="008955A6"/>
    <w:rsid w:val="008A6FA1"/>
    <w:rsid w:val="008B5654"/>
    <w:rsid w:val="008C0505"/>
    <w:rsid w:val="008C1A19"/>
    <w:rsid w:val="008C28BE"/>
    <w:rsid w:val="008C3B45"/>
    <w:rsid w:val="008D3C2C"/>
    <w:rsid w:val="008E6FA9"/>
    <w:rsid w:val="00905C09"/>
    <w:rsid w:val="0091231C"/>
    <w:rsid w:val="00916317"/>
    <w:rsid w:val="009178F6"/>
    <w:rsid w:val="00930E70"/>
    <w:rsid w:val="00943806"/>
    <w:rsid w:val="00954C8E"/>
    <w:rsid w:val="00960535"/>
    <w:rsid w:val="0096355C"/>
    <w:rsid w:val="00963883"/>
    <w:rsid w:val="00963AA6"/>
    <w:rsid w:val="00967F4E"/>
    <w:rsid w:val="0098228E"/>
    <w:rsid w:val="0099006E"/>
    <w:rsid w:val="009916E6"/>
    <w:rsid w:val="009A7CC2"/>
    <w:rsid w:val="009C2CF1"/>
    <w:rsid w:val="009D2659"/>
    <w:rsid w:val="009D37BC"/>
    <w:rsid w:val="009D6338"/>
    <w:rsid w:val="00A0201C"/>
    <w:rsid w:val="00A10279"/>
    <w:rsid w:val="00A12299"/>
    <w:rsid w:val="00A24EA6"/>
    <w:rsid w:val="00A41751"/>
    <w:rsid w:val="00A417F1"/>
    <w:rsid w:val="00A63C9E"/>
    <w:rsid w:val="00A7379B"/>
    <w:rsid w:val="00A73F5C"/>
    <w:rsid w:val="00A80EF1"/>
    <w:rsid w:val="00A9268B"/>
    <w:rsid w:val="00AA6D12"/>
    <w:rsid w:val="00AC03D6"/>
    <w:rsid w:val="00AC272C"/>
    <w:rsid w:val="00AC4B7D"/>
    <w:rsid w:val="00AD1F69"/>
    <w:rsid w:val="00AD3966"/>
    <w:rsid w:val="00AE1814"/>
    <w:rsid w:val="00AF3ADF"/>
    <w:rsid w:val="00AF6A1E"/>
    <w:rsid w:val="00B05BE6"/>
    <w:rsid w:val="00B05C63"/>
    <w:rsid w:val="00B150A3"/>
    <w:rsid w:val="00B47DD0"/>
    <w:rsid w:val="00B75B97"/>
    <w:rsid w:val="00B80DD0"/>
    <w:rsid w:val="00B80FE0"/>
    <w:rsid w:val="00B90E2F"/>
    <w:rsid w:val="00B9521B"/>
    <w:rsid w:val="00B975E4"/>
    <w:rsid w:val="00BA2BC5"/>
    <w:rsid w:val="00BC61DC"/>
    <w:rsid w:val="00BD3F21"/>
    <w:rsid w:val="00BE5B19"/>
    <w:rsid w:val="00BF6D41"/>
    <w:rsid w:val="00C26FF2"/>
    <w:rsid w:val="00C27A6B"/>
    <w:rsid w:val="00C33EA9"/>
    <w:rsid w:val="00C35E09"/>
    <w:rsid w:val="00C400CB"/>
    <w:rsid w:val="00C71732"/>
    <w:rsid w:val="00C74FCF"/>
    <w:rsid w:val="00C7608E"/>
    <w:rsid w:val="00C95192"/>
    <w:rsid w:val="00CA6C32"/>
    <w:rsid w:val="00CB195E"/>
    <w:rsid w:val="00CB64CE"/>
    <w:rsid w:val="00CC0F3B"/>
    <w:rsid w:val="00CD668E"/>
    <w:rsid w:val="00CE4593"/>
    <w:rsid w:val="00CF3AB6"/>
    <w:rsid w:val="00CF532C"/>
    <w:rsid w:val="00D01D34"/>
    <w:rsid w:val="00D046B1"/>
    <w:rsid w:val="00D0612F"/>
    <w:rsid w:val="00D102AB"/>
    <w:rsid w:val="00D20829"/>
    <w:rsid w:val="00D5605F"/>
    <w:rsid w:val="00D602FD"/>
    <w:rsid w:val="00D70BE1"/>
    <w:rsid w:val="00D737C3"/>
    <w:rsid w:val="00D7385B"/>
    <w:rsid w:val="00D87360"/>
    <w:rsid w:val="00D93DD1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57BE0"/>
    <w:rsid w:val="00E57E39"/>
    <w:rsid w:val="00E6120A"/>
    <w:rsid w:val="00E67030"/>
    <w:rsid w:val="00E73D5F"/>
    <w:rsid w:val="00E8140E"/>
    <w:rsid w:val="00ED3983"/>
    <w:rsid w:val="00EF1BAD"/>
    <w:rsid w:val="00EF3939"/>
    <w:rsid w:val="00F10576"/>
    <w:rsid w:val="00F14138"/>
    <w:rsid w:val="00F14534"/>
    <w:rsid w:val="00F20843"/>
    <w:rsid w:val="00F233BB"/>
    <w:rsid w:val="00F2569A"/>
    <w:rsid w:val="00F27FC1"/>
    <w:rsid w:val="00F352F4"/>
    <w:rsid w:val="00F40D21"/>
    <w:rsid w:val="00F4487B"/>
    <w:rsid w:val="00F8232B"/>
    <w:rsid w:val="00FA4D38"/>
    <w:rsid w:val="00FB21E3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2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437</TotalTime>
  <Pages>4</Pages>
  <Words>500</Words>
  <Characters>2856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161</cp:revision>
  <cp:lastPrinted>2022-04-13T10:54:00Z</cp:lastPrinted>
  <dcterms:created xsi:type="dcterms:W3CDTF">2021-05-31T11:19:00Z</dcterms:created>
  <dcterms:modified xsi:type="dcterms:W3CDTF">2022-05-12T11:08:00Z</dcterms:modified>
</cp:coreProperties>
</file>